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四川银行定开系列1个月2号净值型理财产品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自2023-07-01起至2023-09-30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四川银行定开系列1个月2号净值型理财产品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2022-09-28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104,280,281.00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[2.7%-3.6%]/年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2023-07-01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2023-09-30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3.13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2023-07-01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2023-09-30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763,822.41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711,636.21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104,306,369.86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1.0313</w:t>
            </w:r>
          </w:p>
        </w:tc>
      </w:tr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</w:t>
      </w:r>
      <w:r>
        <w:rPr>
          <w:rFonts w:hint="eastAsia"/>
          <w:lang w:eastAsia="zh-CN"/>
        </w:rPr>
        <w:t>及</w:t>
      </w:r>
      <w:r>
        <w:rPr>
          <w:lang w:eastAsia="zh-CN"/>
        </w:rP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 w:eastAsia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58,789,585.38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55.80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58,789,585.38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55.80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29,990,215.48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28.47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16,522,080.32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15.68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53,841.71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105,355,722.89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29,990,215.48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28.75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23民生银行CD377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7,816,729.18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5,226,013.70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5,174,267.12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5,142,950.69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22翠屏01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5,093,178.08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21东方电气MTN002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5,055,147.54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5,025,041.10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4,302,958.90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21海河V1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4,223,764.38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3" w:name="OLE_LINK6"/>
            <w:bookmarkStart w:id="4" w:name="OLE_LINK5"/>
            <w:r>
              <w:rPr>
                <w:rFonts w:ascii="宋体" w:hAnsi="宋体"/>
              </w:rPr>
              <w:t>4.05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pStyle w:val="40"/>
      </w:pPr>
      <w:bookmarkStart w:id="5" w:name="_GoBack"/>
      <w:r>
        <w:rPr>
          <w:rFonts w:hint="eastAsia"/>
          <w:lang w:val="en-US" w:eastAsia="zh-CN"/>
        </w:rPr>
        <w:t>关联交易情况说明</w:t>
      </w:r>
    </w:p>
    <w:p>
      <w:pPr>
        <w:pStyle w:val="3"/>
        <w:ind w:firstLine="420" w:firstLineChars="200"/>
        <w:rPr>
          <w:rFonts w:hint="default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本报告期末，本产品投资的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21天投Y2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21攀国投</w:t>
      </w:r>
      <w:r>
        <w:rPr>
          <w:rFonts w:hint="eastAsia" w:ascii="宋体" w:hAnsi="宋体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属于关联交易</w:t>
      </w:r>
      <w:r>
        <w:rPr>
          <w:rFonts w:hint="eastAsia" w:ascii="宋体" w:hAnsi="宋体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bookmarkEnd w:id="5"/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5F2352F8"/>
    <w:rsid w:val="78FC1C54"/>
    <w:rsid w:val="7A457C4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nhideWhenUsed="0" w:uiPriority="0" w:semiHidden="0" w:name="footnote reference"/>
    <w:lsdException w:unhideWhenUsed="0" w:uiPriority="0" w:semiHidden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iPriority="22" w:name="Strong"/>
    <w:lsdException w:qFormat="1" w:uiPriority="20" w:name="Emphasis"/>
    <w:lsdException w:unhideWhenUsed="0" w:uiPriority="0" w:semiHidden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字符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字符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C33ED8-1EE1-4735-B60D-886198643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292</Words>
  <Characters>1665</Characters>
  <Lines>13</Lines>
  <Paragraphs>3</Paragraphs>
  <TotalTime>0</TotalTime>
  <ScaleCrop>false</ScaleCrop>
  <LinksUpToDate>false</LinksUpToDate>
  <CharactersWithSpaces>1954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80308982</cp:lastModifiedBy>
  <cp:lastPrinted>2411-12-31T16:00:00Z</cp:lastPrinted>
  <dcterms:modified xsi:type="dcterms:W3CDTF">2023-10-09T10:52:28Z</dcterms:modified>
  <dc:title>gongGaoMingCheng</dc:title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