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152,966,100.00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4.52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1,899,318.01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1,313,641.46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153,295,506.61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1.0452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124,951,875.15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124,951,875.15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29,991,081.84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379,478.58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324,253.47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155,646,689.04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29,991,081.84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11,725,093.77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10,011,568.31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9,961,508.20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9,888,964.27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9,884,944.29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9,756,327.87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9,003,363.93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8,835,952.72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8,560,230.14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5.58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本报告期末，本产品投资的21眉府01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AB2459B"/>
    <w:rsid w:val="53355F5C"/>
    <w:rsid w:val="78FC1C54"/>
    <w:rsid w:val="7E9639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2023-10-09T11:08:27Z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